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135E7" w:rsidRDefault="005C0E68">
      <w:r>
        <w:rPr>
          <w:noProof/>
        </w:rPr>
        <w:drawing>
          <wp:anchor distT="0" distB="0" distL="118745" distR="118745" simplePos="0" relativeHeight="251692037" behindDoc="0" locked="0" layoutInCell="1" allowOverlap="1">
            <wp:simplePos x="0" y="0"/>
            <wp:positionH relativeFrom="page">
              <wp:posOffset>8051800</wp:posOffset>
            </wp:positionH>
            <wp:positionV relativeFrom="page">
              <wp:posOffset>1371600</wp:posOffset>
            </wp:positionV>
            <wp:extent cx="1547495" cy="1031240"/>
            <wp:effectExtent l="25400" t="0" r="1905" b="0"/>
            <wp:wrapTight wrapText="bothSides">
              <wp:wrapPolygon edited="0">
                <wp:start x="6736" y="532"/>
                <wp:lineTo x="3900" y="2128"/>
                <wp:lineTo x="-355" y="6916"/>
                <wp:lineTo x="-355" y="11172"/>
                <wp:lineTo x="1773" y="17557"/>
                <wp:lineTo x="2482" y="18089"/>
                <wp:lineTo x="6736" y="20749"/>
                <wp:lineTo x="7800" y="20749"/>
                <wp:lineTo x="13472" y="20749"/>
                <wp:lineTo x="14536" y="20749"/>
                <wp:lineTo x="18790" y="18089"/>
                <wp:lineTo x="18790" y="17557"/>
                <wp:lineTo x="19499" y="17557"/>
                <wp:lineTo x="21627" y="11172"/>
                <wp:lineTo x="21627" y="6916"/>
                <wp:lineTo x="17372" y="2128"/>
                <wp:lineTo x="14536" y="532"/>
                <wp:lineTo x="6736" y="532"/>
              </wp:wrapPolygon>
            </wp:wrapTight>
            <wp:docPr id="6" name="Placeholder" descr="placeholder-base---neu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aceholder-base---neutral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47495" cy="103124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8745" distR="118745" simplePos="0" relativeHeight="251692036" behindDoc="0" locked="0" layoutInCell="1" allowOverlap="1">
            <wp:simplePos x="0" y="0"/>
            <wp:positionH relativeFrom="page">
              <wp:posOffset>6925310</wp:posOffset>
            </wp:positionH>
            <wp:positionV relativeFrom="page">
              <wp:posOffset>850900</wp:posOffset>
            </wp:positionV>
            <wp:extent cx="1291590" cy="968375"/>
            <wp:effectExtent l="25400" t="0" r="3810" b="0"/>
            <wp:wrapTight wrapText="bothSides">
              <wp:wrapPolygon edited="0">
                <wp:start x="6796" y="567"/>
                <wp:lineTo x="3823" y="1700"/>
                <wp:lineTo x="-425" y="7365"/>
                <wp:lineTo x="-425" y="11898"/>
                <wp:lineTo x="2549" y="18696"/>
                <wp:lineTo x="3398" y="19263"/>
                <wp:lineTo x="7646" y="20963"/>
                <wp:lineTo x="8920" y="20963"/>
                <wp:lineTo x="12319" y="20963"/>
                <wp:lineTo x="13593" y="20963"/>
                <wp:lineTo x="17841" y="19263"/>
                <wp:lineTo x="18690" y="18696"/>
                <wp:lineTo x="21664" y="11898"/>
                <wp:lineTo x="21664" y="7365"/>
                <wp:lineTo x="17416" y="1700"/>
                <wp:lineTo x="14442" y="567"/>
                <wp:lineTo x="6796" y="567"/>
              </wp:wrapPolygon>
            </wp:wrapTight>
            <wp:docPr id="5" name="Placeholder" descr="placeholder-base---neu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laceholder-base---neutr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91590" cy="96837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8745" distR="118745" simplePos="0" relativeHeight="251692034" behindDoc="0" locked="0" layoutInCell="1" allowOverlap="1">
            <wp:simplePos x="0" y="0"/>
            <wp:positionH relativeFrom="page">
              <wp:posOffset>3822700</wp:posOffset>
            </wp:positionH>
            <wp:positionV relativeFrom="page">
              <wp:posOffset>848360</wp:posOffset>
            </wp:positionV>
            <wp:extent cx="2178685" cy="1450975"/>
            <wp:effectExtent l="177800" t="152400" r="208915" b="123825"/>
            <wp:wrapTight wrapText="bothSides">
              <wp:wrapPolygon edited="0">
                <wp:start x="-252" y="-2269"/>
                <wp:lineTo x="-1259" y="-1512"/>
                <wp:lineTo x="-1763" y="21931"/>
                <wp:lineTo x="-504" y="23443"/>
                <wp:lineTo x="-252" y="23443"/>
                <wp:lineTo x="21405" y="23443"/>
                <wp:lineTo x="21908" y="23443"/>
                <wp:lineTo x="22916" y="22309"/>
                <wp:lineTo x="22916" y="21931"/>
                <wp:lineTo x="23419" y="16259"/>
                <wp:lineTo x="23419" y="3781"/>
                <wp:lineTo x="23671" y="1134"/>
                <wp:lineTo x="22664" y="-1512"/>
                <wp:lineTo x="21405" y="-2269"/>
                <wp:lineTo x="-252" y="-2269"/>
              </wp:wrapPolygon>
            </wp:wrapTight>
            <wp:docPr id="1071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laceholder-base---neutral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78685" cy="1450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63" type="#_x0000_t202" style="position:absolute;margin-left:538.6pt;margin-top:356.2pt;width:221.4pt;height:124.3pt;z-index:251673600;mso-wrap-edited:f;mso-position-horizontal-relative:page;mso-position-vertical-relative:page" wrapcoords="0 0 21600 0 21600 21600 0 21600 0 0" filled="f" stroked="f">
            <v:fill o:detectmouseclick="t"/>
            <v:textbox style="mso-next-textbox:#_x0000_s2063" inset=",0,,0">
              <w:txbxContent>
                <w:p w:rsidR="00527872" w:rsidRDefault="005C0E68" w:rsidP="006135E7">
                  <w:pPr>
                    <w:pStyle w:val="Title"/>
                    <w:rPr>
                      <w:rFonts w:ascii="Futura" w:hAnsi="Futura"/>
                      <w:sz w:val="56"/>
                    </w:rPr>
                  </w:pPr>
                  <w:r>
                    <w:rPr>
                      <w:rFonts w:ascii="Futura" w:hAnsi="Futura"/>
                      <w:sz w:val="56"/>
                    </w:rPr>
                    <w:t>Bah</w:t>
                  </w:r>
                  <w:r w:rsidRPr="006135E7">
                    <w:rPr>
                      <w:rFonts w:ascii="Futura" w:hAnsi="Futura"/>
                      <w:sz w:val="56"/>
                    </w:rPr>
                    <w:t>amas</w:t>
                  </w:r>
                </w:p>
                <w:p w:rsidR="00527872" w:rsidRDefault="005C0E68" w:rsidP="00527872"/>
                <w:p w:rsidR="00CA3519" w:rsidRPr="00527872" w:rsidRDefault="005C0E68" w:rsidP="00527872">
                  <w:pPr>
                    <w:rPr>
                      <w:rFonts w:ascii="Futura Condensed" w:hAnsi="Futura Condensed"/>
                      <w:b/>
                      <w:color w:val="FFFFFF" w:themeColor="background1"/>
                    </w:rPr>
                  </w:pPr>
                  <w:r w:rsidRPr="00527872">
                    <w:rPr>
                      <w:rFonts w:ascii="Futura Condensed" w:hAnsi="Futura Condensed"/>
                      <w:b/>
                      <w:color w:val="FFFFFF" w:themeColor="background1"/>
                    </w:rPr>
                    <w:t>By: Emily Arlantico and Tahsin Islam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drawing>
          <wp:anchor distT="0" distB="0" distL="118745" distR="118745" simplePos="0" relativeHeight="251692033" behindDoc="0" locked="0" layoutInCell="1" allowOverlap="1">
            <wp:simplePos x="0" y="0"/>
            <wp:positionH relativeFrom="page">
              <wp:posOffset>571500</wp:posOffset>
            </wp:positionH>
            <wp:positionV relativeFrom="page">
              <wp:posOffset>5304155</wp:posOffset>
            </wp:positionV>
            <wp:extent cx="2120900" cy="2046605"/>
            <wp:effectExtent l="25400" t="0" r="0" b="0"/>
            <wp:wrapTight wrapText="bothSides">
              <wp:wrapPolygon edited="0">
                <wp:start x="8019" y="268"/>
                <wp:lineTo x="6467" y="536"/>
                <wp:lineTo x="1552" y="4021"/>
                <wp:lineTo x="-259" y="8846"/>
                <wp:lineTo x="0" y="13136"/>
                <wp:lineTo x="2069" y="17425"/>
                <wp:lineTo x="2069" y="18229"/>
                <wp:lineTo x="7243" y="21178"/>
                <wp:lineTo x="8537" y="21178"/>
                <wp:lineTo x="12675" y="21178"/>
                <wp:lineTo x="13969" y="21178"/>
                <wp:lineTo x="19143" y="18229"/>
                <wp:lineTo x="19401" y="17425"/>
                <wp:lineTo x="21471" y="13404"/>
                <wp:lineTo x="21471" y="8578"/>
                <wp:lineTo x="19919" y="4021"/>
                <wp:lineTo x="15780" y="1072"/>
                <wp:lineTo x="13451" y="268"/>
                <wp:lineTo x="8019" y="268"/>
              </wp:wrapPolygon>
            </wp:wrapTight>
            <wp:docPr id="13" name="Placeholder" descr="placeholder-base---neu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laceholder-base---neutral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204660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8745" distR="118745" simplePos="0" relativeHeight="251692035" behindDoc="0" locked="0" layoutInCell="1" allowOverlap="1">
            <wp:simplePos x="0" y="0"/>
            <wp:positionH relativeFrom="page">
              <wp:posOffset>7226300</wp:posOffset>
            </wp:positionH>
            <wp:positionV relativeFrom="page">
              <wp:posOffset>2400935</wp:posOffset>
            </wp:positionV>
            <wp:extent cx="2045970" cy="1362710"/>
            <wp:effectExtent l="0" t="0" r="11430" b="0"/>
            <wp:wrapTight wrapText="bothSides">
              <wp:wrapPolygon edited="0">
                <wp:start x="1073" y="0"/>
                <wp:lineTo x="0" y="403"/>
                <wp:lineTo x="0" y="20936"/>
                <wp:lineTo x="21453" y="20936"/>
                <wp:lineTo x="21721" y="19728"/>
                <wp:lineTo x="21721" y="2013"/>
                <wp:lineTo x="21453" y="403"/>
                <wp:lineTo x="20380" y="0"/>
                <wp:lineTo x="1073" y="0"/>
              </wp:wrapPolygon>
            </wp:wrapTight>
            <wp:docPr id="11" name="Placeholder" descr="placeholder-base---neu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laceholder-base---neutral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45970" cy="13627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89" type="#_x0000_t202" style="position:absolute;margin-left:45pt;margin-top:124pt;width:189pt;height:281.65pt;z-index:251659264;mso-wrap-edited:f;mso-position-horizontal-relative:page;mso-position-vertical-relative:page" wrapcoords="0 0 21600 0 21600 21600 0 21600 0 0" o:regroupid="13" mv:complextextbox="1" filled="f" stroked="f">
            <v:fill o:detectmouseclick="t"/>
            <v:textbox style="mso-next-textbox:#_x0000_s2289" inset=",7.2pt,,7.2pt">
              <w:txbxContent>
                <w:p w:rsidR="00CA3519" w:rsidRPr="00DD54E5" w:rsidRDefault="005C0E68" w:rsidP="006135E7">
                  <w:pPr>
                    <w:rPr>
                      <w:rFonts w:ascii="Futura Condensed" w:hAnsi="Futura Condensed" w:cs="Times New Roman"/>
                      <w:sz w:val="36"/>
                      <w:szCs w:val="20"/>
                    </w:rPr>
                  </w:pPr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 xml:space="preserve">El hotel es “Atlantis”. Está cerca de la playa, el parque, y el cine. Es magnífico y grande. El hotel tiene mucho comida. Proporciona </w:t>
                  </w:r>
                  <w:r w:rsidRPr="00DD54E5">
                    <w:rPr>
                      <w:rFonts w:ascii="Futura Condensed" w:hAnsi="Futura Condensed" w:cs="Times New Roman"/>
                      <w:color w:val="FFFFFF"/>
                      <w:sz w:val="36"/>
                      <w:szCs w:val="64"/>
                    </w:rPr>
                    <w:t>un parque acuático, una biblioteca, un centro comercial, y servicio habitaciones. Tiene un restaurante con Bobby Flay. Él cocina en el restaurante. El hotel cuesta $169 por noche.   </w:t>
                  </w:r>
                </w:p>
                <w:p w:rsidR="00CA3519" w:rsidRPr="006135E7" w:rsidRDefault="005C0E68" w:rsidP="006135E7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CA3519" w:rsidRDefault="005C0E68" w:rsidP="006135E7">
                  <w:pPr>
                    <w:pStyle w:val="BodyText"/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2050" type="#_x0000_t202" style="position:absolute;margin-left:54pt;margin-top:90.25pt;width:172.4pt;height:33.75pt;z-index:251658240;mso-wrap-edited:f;mso-position-horizontal-relative:page;mso-position-vertical-relative:page" wrapcoords="0 0 21600 0 21600 21600 0 21600 0 0" filled="f" stroked="f">
            <v:fill o:detectmouseclick="t"/>
            <v:textbox style="mso-next-textbox:#_x0000_s2050" inset=",7.2pt,,7.2pt">
              <w:txbxContent>
                <w:p w:rsidR="00CA3519" w:rsidRPr="00573AA5" w:rsidRDefault="005C0E68" w:rsidP="006135E7">
                  <w:pPr>
                    <w:pStyle w:val="Heading3"/>
                    <w:rPr>
                      <w:rFonts w:ascii="Futura" w:hAnsi="Futura"/>
                    </w:rPr>
                  </w:pPr>
                  <w:r w:rsidRPr="00573AA5">
                    <w:rPr>
                      <w:rFonts w:ascii="Futura" w:hAnsi="Futura"/>
                    </w:rPr>
                    <w:t>Atlantis (El Hotel)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2275" type="#_x0000_t202" style="position:absolute;margin-left:234pt;margin-top:184.85pt;width:1in;height:1in;z-index:251693065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>
                <w:p w:rsidR="00CA3519" w:rsidRDefault="005C0E68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2209" type="#_x0000_t202" style="position:absolute;margin-left:560pt;margin-top:338.2pt;width:180pt;height:36pt;z-index:251672576;mso-wrap-edited:f;mso-position-horizontal-relative:page;mso-position-vertical-relative:page" wrapcoords="0 0 21600 0 21600 21600 0 21600 0 0" o:regroupid="7" filled="f" stroked="f">
            <v:fill o:detectmouseclick="t"/>
            <v:textbox style="mso-next-textbox:#_x0000_s2209" inset=",0,,0">
              <w:txbxContent>
                <w:p w:rsidR="00CA3519" w:rsidRPr="006135E7" w:rsidRDefault="005C0E68" w:rsidP="006135E7">
                  <w:pPr>
                    <w:pStyle w:val="Subtitle"/>
                    <w:rPr>
                      <w:rFonts w:ascii="Futura" w:hAnsi="Futura"/>
                      <w:sz w:val="52"/>
                    </w:rPr>
                  </w:pPr>
                  <w:r w:rsidRPr="006135E7">
                    <w:rPr>
                      <w:rFonts w:ascii="Futura" w:hAnsi="Futura"/>
                      <w:sz w:val="52"/>
                    </w:rPr>
                    <w:t>Las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2058" type="#_x0000_t202" style="position:absolute;margin-left:297.35pt;margin-top:269.9pt;width:180pt;height:220.8pt;z-index:251671552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2058" inset=",7.2pt,,7.2pt">
              <w:txbxContent>
                <w:p w:rsidR="00CA3519" w:rsidRPr="006135E7" w:rsidRDefault="005C0E68" w:rsidP="006135E7">
                  <w:pPr>
                    <w:rPr>
                      <w:rFonts w:ascii="Futura Condensed" w:hAnsi="Futura Condensed" w:cs="Times New Roman"/>
                      <w:sz w:val="31"/>
                      <w:szCs w:val="20"/>
                    </w:rPr>
                  </w:pPr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>En las Bahamas durante julio, hace</w:t>
                  </w:r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 típicamente calor y húmedo, entonces traigan una sombrera, protector solar, y lentes de sol. De vez en cuando, va a llover con relámpago, entonces traigan una paragua. Las Bahamas es una linda lugar entonces traigan su cámara. A veces está nublado, y trai</w:t>
                  </w:r>
                  <w:r w:rsidRPr="006135E7">
                    <w:rPr>
                      <w:rFonts w:ascii="Futura Condensed" w:hAnsi="Futura Condensed" w:cs="Times New Roman"/>
                      <w:color w:val="FFFFFF"/>
                      <w:sz w:val="31"/>
                      <w:szCs w:val="64"/>
                    </w:rPr>
                    <w:t xml:space="preserve">gan repelente de insectos. </w:t>
                  </w:r>
                </w:p>
                <w:p w:rsidR="00CA3519" w:rsidRPr="006135E7" w:rsidRDefault="005C0E68" w:rsidP="006135E7">
                  <w:pPr>
                    <w:rPr>
                      <w:rFonts w:ascii="Futura Condensed" w:hAnsi="Futura Condensed"/>
                      <w:sz w:val="31"/>
                      <w:szCs w:val="20"/>
                    </w:rPr>
                  </w:pPr>
                  <w:r w:rsidRPr="006135E7">
                    <w:rPr>
                      <w:rFonts w:ascii="Futura Condensed" w:hAnsi="Futura Condensed"/>
                      <w:sz w:val="31"/>
                      <w:szCs w:val="20"/>
                    </w:rPr>
                    <w:br/>
                  </w:r>
                  <w:r w:rsidRPr="006135E7">
                    <w:rPr>
                      <w:rFonts w:ascii="Futura Condensed" w:hAnsi="Futura Condensed"/>
                      <w:sz w:val="31"/>
                      <w:szCs w:val="20"/>
                    </w:rPr>
                    <w:br/>
                  </w:r>
                </w:p>
                <w:p w:rsidR="00CA3519" w:rsidRPr="006135E7" w:rsidRDefault="005C0E68" w:rsidP="006135E7">
                  <w:pPr>
                    <w:pStyle w:val="BodyText"/>
                    <w:rPr>
                      <w:rFonts w:ascii="Futura Condensed" w:hAnsi="Futura Condensed"/>
                      <w:sz w:val="31"/>
                    </w:rPr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2057" type="#_x0000_t202" style="position:absolute;margin-left:297.35pt;margin-top:207.2pt;width:180pt;height:59.05pt;z-index:251670528;mso-wrap-edited:f;mso-position-horizontal-relative:page;mso-position-vertical-relative:page" wrapcoords="0 0 21600 0 21600 21600 0 21600 0 0" filled="f" stroked="f">
            <v:fill o:detectmouseclick="t"/>
            <v:textbox style="mso-next-textbox:#_x0000_s2057" inset=",7.2pt,,7.2pt">
              <w:txbxContent>
                <w:p w:rsidR="00CA3519" w:rsidRPr="00573AA5" w:rsidRDefault="005C0E68" w:rsidP="006135E7">
                  <w:pPr>
                    <w:pStyle w:val="Heading2"/>
                    <w:rPr>
                      <w:rFonts w:ascii="Futura" w:hAnsi="Futura"/>
                    </w:rPr>
                  </w:pPr>
                  <w:r w:rsidRPr="00573AA5">
                    <w:rPr>
                      <w:rFonts w:ascii="Futura" w:hAnsi="Futura"/>
                    </w:rPr>
                    <w:t>Las Bahamas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2077" type="#_x0000_t202" style="position:absolute;margin-left:234.6pt;margin-top:554.75pt;width:306pt;height:46.7pt;z-index:251688960;mso-wrap-edited:f;mso-position-horizontal-relative:page;mso-position-vertical-relative:page" wrapcoords="0 0 21600 0 21600 21600 0 21600 0 0" filled="f" stroked="f">
            <v:fill o:detectmouseclick="t"/>
            <v:textbox style="mso-next-textbox:#_x0000_s2077" inset=",0,,0">
              <w:txbxContent>
                <w:p w:rsidR="00CA3519" w:rsidRPr="006135E7" w:rsidRDefault="005C0E68" w:rsidP="006135E7">
                  <w:pPr>
                    <w:rPr>
                      <w:rFonts w:ascii="Times" w:hAnsi="Times" w:cs="Times New Roman"/>
                      <w:sz w:val="20"/>
                      <w:szCs w:val="20"/>
                    </w:rPr>
                  </w:pPr>
                  <w:r w:rsidRPr="006135E7">
                    <w:rPr>
                      <w:rFonts w:ascii="Droid Sans" w:hAnsi="Droid Sans" w:cs="Times New Roman"/>
                      <w:color w:val="FFFFFF"/>
                      <w:sz w:val="64"/>
                      <w:szCs w:val="64"/>
                    </w:rPr>
                    <w:t>En las Bahamas durante julio, hace típicamente calor y húmedo, entonces traigan una sombrera, protector solar, y lentes de sol. De vez en cuando, va a llover con relámpago, entonces traigan una paragua. Las Bahamas es una linda lugar entonces traigan su cá</w:t>
                  </w:r>
                  <w:r w:rsidRPr="006135E7">
                    <w:rPr>
                      <w:rFonts w:ascii="Droid Sans" w:hAnsi="Droid Sans" w:cs="Times New Roman"/>
                      <w:color w:val="FFFFFF"/>
                      <w:sz w:val="64"/>
                      <w:szCs w:val="64"/>
                    </w:rPr>
                    <w:t xml:space="preserve">mara. A veces está nublado, y traigan repelente de insectos. </w:t>
                  </w:r>
                </w:p>
                <w:p w:rsidR="00CA3519" w:rsidRPr="006135E7" w:rsidRDefault="005C0E68" w:rsidP="006135E7">
                  <w:pPr>
                    <w:rPr>
                      <w:rFonts w:ascii="Times" w:hAnsi="Times"/>
                      <w:sz w:val="20"/>
                      <w:szCs w:val="20"/>
                    </w:rPr>
                  </w:pPr>
                  <w:r w:rsidRPr="006135E7">
                    <w:rPr>
                      <w:rFonts w:ascii="Times" w:hAnsi="Times"/>
                      <w:sz w:val="20"/>
                      <w:szCs w:val="20"/>
                    </w:rPr>
                    <w:br/>
                  </w:r>
                  <w:r w:rsidRPr="006135E7">
                    <w:rPr>
                      <w:rFonts w:ascii="Times" w:hAnsi="Times"/>
                      <w:sz w:val="20"/>
                      <w:szCs w:val="20"/>
                    </w:rPr>
                    <w:br/>
                  </w:r>
                </w:p>
                <w:p w:rsidR="00CA3519" w:rsidRPr="00154B3D" w:rsidRDefault="005C0E68" w:rsidP="006135E7">
                  <w:pPr>
                    <w:pStyle w:val="Footer"/>
                  </w:pPr>
                  <w:r>
                    <w:fldChar w:fldCharType="begin"/>
                  </w:r>
                  <w:r>
                    <w:instrText xml:space="preserve"> PLACEHOLDER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USERPROPERTY WorkState </w:instrText>
                  </w:r>
                  <w:r>
                    <w:fldChar w:fldCharType="end"/>
                  </w:r>
                  <w:r>
                    <w:instrText xml:space="preserve">="" "[State]"  </w:instrText>
                  </w:r>
                  <w:r>
                    <w:fldChar w:fldCharType="begin"/>
                  </w:r>
                  <w:r>
                    <w:instrText xml:space="preserve"> USERPROPERTY WorkState </w:instrText>
                  </w:r>
                  <w:r>
                    <w:fldChar w:fldCharType="separate"/>
                  </w:r>
                  <w:r>
                    <w:rPr>
                      <w:b/>
                      <w:bCs/>
                    </w:rPr>
                    <w:instrText>Error! Bookmark not defined.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[State]</w:instrText>
                  </w:r>
                  <w:r>
                    <w:fldChar w:fldCharType="end"/>
                  </w:r>
                  <w:r>
                    <w:instrText xml:space="preserve"> \* MERGEFORMAT</w:instrText>
                  </w:r>
                  <w:r>
                    <w:fldChar w:fldCharType="separate"/>
                  </w:r>
                  <w:r>
                    <w:t>[State]</w:t>
                  </w:r>
                  <w:r>
                    <w:fldChar w:fldCharType="end"/>
                  </w:r>
                  <w:r>
                    <w:t xml:space="preserve"> </w:t>
                  </w:r>
                  <w:r>
                    <w:fldChar w:fldCharType="begin"/>
                  </w:r>
                  <w:r>
                    <w:instrText xml:space="preserve"> PLACEHOLDER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USERPROPERTY WorkZip </w:instrText>
                  </w:r>
                  <w:r>
                    <w:fldChar w:fldCharType="end"/>
                  </w:r>
                  <w:r>
                    <w:instrText xml:space="preserve">="" "[Postal Code]" </w:instrText>
                  </w:r>
                  <w:r>
                    <w:fldChar w:fldCharType="begin"/>
                  </w:r>
                  <w:r>
                    <w:instrText xml:space="preserve"> USERPROPERTY WorkZip </w:instrText>
                  </w:r>
                  <w:r>
                    <w:fldChar w:fldCharType="separate"/>
                  </w:r>
                  <w:r>
                    <w:rPr>
                      <w:b/>
                      <w:bCs/>
                    </w:rPr>
                    <w:instrText>Error! Bookmark not defined.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[Postal Code]</w:instrText>
                  </w:r>
                  <w:r>
                    <w:fldChar w:fldCharType="end"/>
                  </w:r>
                  <w:r>
                    <w:instrText xml:space="preserve"> \* MERGEFORMAT</w:instrText>
                  </w:r>
                  <w:r>
                    <w:fldChar w:fldCharType="separate"/>
                  </w:r>
                  <w:r>
                    <w:t>[Postal Code]</w:t>
                  </w:r>
                  <w:r>
                    <w:fldChar w:fldCharType="end"/>
                  </w:r>
                  <w:r>
                    <w:br/>
                  </w:r>
                  <w:r>
                    <w:fldChar w:fldCharType="begin"/>
                  </w:r>
                  <w:r>
                    <w:instrText xml:space="preserve"> PLACEHOLDER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USERPROPERTY WorkWebPage </w:instrText>
                  </w:r>
                  <w:r>
                    <w:fldChar w:fldCharType="end"/>
                  </w:r>
                  <w:r>
                    <w:instrText xml:space="preserve">="" "[Web Address]" </w:instrText>
                  </w:r>
                  <w:r>
                    <w:fldChar w:fldCharType="begin"/>
                  </w:r>
                  <w:r>
                    <w:instrText xml:space="preserve"> USERPROPERTY WorkWebPage </w:instrText>
                  </w:r>
                  <w:r>
                    <w:fldChar w:fldCharType="separate"/>
                  </w:r>
                  <w:r>
                    <w:rPr>
                      <w:b/>
                      <w:bCs/>
                    </w:rPr>
                    <w:instrText>Error! Bookmark not defined.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[Web Address]</w:instrText>
                  </w:r>
                  <w:r>
                    <w:fldChar w:fldCharType="end"/>
                  </w:r>
                  <w:r>
                    <w:instrText xml:space="preserve"> \* MERGEFORMAT</w:instrText>
                  </w:r>
                  <w:r>
                    <w:fldChar w:fldCharType="separate"/>
                  </w:r>
                  <w:r>
                    <w:t>[Web Address]</w:t>
                  </w:r>
                  <w:r>
                    <w:fldChar w:fldCharType="end"/>
                  </w:r>
                </w:p>
              </w:txbxContent>
            </v:textbox>
            <w10:wrap type="tight" anchorx="page" anchory="page"/>
          </v:shape>
        </w:pict>
      </w:r>
      <w:r>
        <w:br w:type="page"/>
      </w:r>
      <w:r>
        <w:rPr>
          <w:noProof/>
        </w:rPr>
        <w:pict>
          <v:shape id="_x0000_s2290" type="#_x0000_t202" style="position:absolute;margin-left:542.1pt;margin-top:12.25pt;width:206.7pt;height:162.2pt;z-index:251695113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2290" inset=",7.2pt,,7.2pt">
              <w:txbxContent>
                <w:p w:rsidR="00CA3519" w:rsidRPr="00CA3519" w:rsidRDefault="005C0E68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bCs/>
                      <w:sz w:val="30"/>
                      <w:szCs w:val="30"/>
                    </w:rPr>
                    <w:t>El Restaurante (Restaurant)</w:t>
                  </w:r>
                </w:p>
                <w:p w:rsidR="00CA3519" w:rsidRPr="00CA3519" w:rsidRDefault="005C0E68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1. Caminen este en calle Casino.</w:t>
                  </w:r>
                </w:p>
                <w:p w:rsidR="00CA3519" w:rsidRPr="00CA3519" w:rsidRDefault="005C0E68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2. Paren en avenida Lakeview</w:t>
                  </w:r>
                </w:p>
                <w:p w:rsidR="00CA3519" w:rsidRPr="00CA3519" w:rsidRDefault="005C0E68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3. Sigan caminando hasta ustedes llegan en Sunrise Beach Club.</w:t>
                  </w:r>
                </w:p>
                <w:p w:rsidR="00CA3519" w:rsidRPr="00CA3519" w:rsidRDefault="005C0E68" w:rsidP="00CA3519">
                  <w:pPr>
                    <w:rPr>
                      <w:rFonts w:ascii="Futura Condensed" w:hAnsi="Futura Condensed" w:cs="Times New Roman"/>
                      <w:sz w:val="26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4. Caminen este hasta ustedes llegan en el restaurante.</w:t>
                  </w:r>
                  <w:r w:rsidRPr="00CA3519">
                    <w:rPr>
                      <w:rFonts w:ascii="Futura Condensed" w:hAnsi="Futura Condensed" w:cs="Times New Roman"/>
                      <w:sz w:val="30"/>
                    </w:rPr>
                    <w:tab/>
                  </w:r>
                </w:p>
                <w:p w:rsidR="00CA3519" w:rsidRPr="00CA3519" w:rsidRDefault="005C0E68" w:rsidP="00CA3519">
                  <w:pPr>
                    <w:rPr>
                      <w:rFonts w:ascii="Futura Condensed" w:hAnsi="Futura Condensed"/>
                      <w:sz w:val="26"/>
                      <w:szCs w:val="20"/>
                    </w:rPr>
                  </w:pPr>
                </w:p>
                <w:p w:rsidR="00CA3519" w:rsidRPr="00CA3519" w:rsidRDefault="005C0E68">
                  <w:pPr>
                    <w:rPr>
                      <w:sz w:val="16"/>
                    </w:rPr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2272" type="#_x0000_t202" style="position:absolute;margin-left:282.8pt;margin-top:59.65pt;width:244pt;height:133.8pt;z-index:251685888;mso-wrap-edited:f;mso-position-horizontal-relative:page;mso-position-vertical-relative:page" wrapcoords="0 0 21600 0 21600 21600 0 21600 0 0" o:regroupid="12" mv:complextextbox="1" filled="f" stroked="f">
            <v:fill o:detectmouseclick="t"/>
            <v:textbox style="mso-next-textbox:#_x0000_s2272" inset=",0,,0">
              <w:txbxContent>
                <w:p w:rsidR="00CA3519" w:rsidRPr="00CA3519" w:rsidRDefault="005C0E68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bCs/>
                      <w:sz w:val="30"/>
                      <w:szCs w:val="30"/>
                    </w:rPr>
                    <w:t>El Centro Comercial (Shopping Mall)</w:t>
                  </w:r>
                </w:p>
                <w:p w:rsidR="00CA3519" w:rsidRPr="00CA3519" w:rsidRDefault="005C0E68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1. Giren este hacia calle Casino.</w:t>
                  </w:r>
                </w:p>
                <w:p w:rsidR="00CA3519" w:rsidRPr="00CA3519" w:rsidRDefault="005C0E68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2. Caminen sureste en calle Casino.</w:t>
                  </w:r>
                </w:p>
                <w:p w:rsidR="00CA3519" w:rsidRPr="00CA3519" w:rsidRDefault="005C0E68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sz w:val="30"/>
                      <w:szCs w:val="30"/>
                    </w:rPr>
                    <w:t>3. Sigan caminando.</w:t>
                  </w:r>
                </w:p>
                <w:p w:rsidR="00CA3519" w:rsidRPr="00CA3519" w:rsidRDefault="005C0E68" w:rsidP="00CA3519">
                  <w:pPr>
                    <w:rPr>
                      <w:rFonts w:ascii="Futura Condensed" w:hAnsi="Futura Condensed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/>
                      <w:sz w:val="30"/>
                      <w:szCs w:val="30"/>
                    </w:rPr>
                    <w:t xml:space="preserve">4. Paren al lado del centro comercial. </w:t>
                  </w:r>
                </w:p>
                <w:p w:rsidR="00CA3519" w:rsidRPr="00CA3519" w:rsidRDefault="005C0E68" w:rsidP="006135E7">
                  <w:pPr>
                    <w:pStyle w:val="BodyText-Dark"/>
                    <w:rPr>
                      <w:rFonts w:ascii="Futura Condensed" w:hAnsi="Futura Condensed"/>
                      <w:color w:val="auto"/>
                      <w:sz w:val="26"/>
                    </w:rPr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2276" type="#_x0000_t202" style="position:absolute;margin-left:15pt;margin-top:85.85pt;width:219.5pt;height:160.15pt;z-index:251694089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2276" inset=",7.2pt,,7.2pt">
              <w:txbxContent>
                <w:p w:rsidR="00527872" w:rsidRPr="00527872" w:rsidRDefault="005C0E68" w:rsidP="00527872">
                  <w:pPr>
                    <w:rPr>
                      <w:rFonts w:ascii="Futura Condensed" w:hAnsi="Futura Condensed" w:cs="Times New Roman"/>
                      <w:color w:val="000000" w:themeColor="text1"/>
                      <w:sz w:val="20"/>
                      <w:szCs w:val="20"/>
                    </w:rPr>
                  </w:pPr>
                  <w:r w:rsidRPr="00527872">
                    <w:rPr>
                      <w:rFonts w:ascii="Futura Condensed" w:hAnsi="Futura Condensed" w:cs="Times New Roman"/>
                      <w:bCs/>
                      <w:color w:val="000000" w:themeColor="text1"/>
                      <w:sz w:val="30"/>
                      <w:szCs w:val="30"/>
                    </w:rPr>
                    <w:t>Estación de Policía (Police Station)</w:t>
                  </w:r>
                </w:p>
                <w:p w:rsidR="00527872" w:rsidRPr="00527872" w:rsidRDefault="005C0E68" w:rsidP="00527872">
                  <w:pPr>
                    <w:rPr>
                      <w:rFonts w:ascii="Futura Condensed" w:hAnsi="Futura Condensed" w:cs="Times New Roman"/>
                      <w:color w:val="000000" w:themeColor="text1"/>
                      <w:sz w:val="20"/>
                      <w:szCs w:val="20"/>
                    </w:rPr>
                  </w:pPr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1. Caminen suroeste en calle Casino. </w:t>
                  </w:r>
                </w:p>
                <w:p w:rsidR="00527872" w:rsidRPr="00527872" w:rsidRDefault="005C0E68" w:rsidP="00527872">
                  <w:pPr>
                    <w:rPr>
                      <w:rFonts w:ascii="Futura Condensed" w:hAnsi="Futura Condensed" w:cs="Times New Roman"/>
                      <w:color w:val="000000" w:themeColor="text1"/>
                      <w:sz w:val="20"/>
                      <w:szCs w:val="20"/>
                    </w:rPr>
                  </w:pPr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>2. Paren</w:t>
                  </w:r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 en calle Paradise Island. </w:t>
                  </w:r>
                </w:p>
                <w:p w:rsidR="00527872" w:rsidRPr="00527872" w:rsidRDefault="005C0E68" w:rsidP="00527872">
                  <w:pPr>
                    <w:rPr>
                      <w:rFonts w:ascii="Futura Condensed" w:hAnsi="Futura Condensed" w:cs="Times New Roman"/>
                      <w:color w:val="000000" w:themeColor="text1"/>
                      <w:sz w:val="20"/>
                      <w:szCs w:val="20"/>
                    </w:rPr>
                  </w:pPr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3. Sigan caminando en calle Paradise Island a calle Paradise Beach. </w:t>
                  </w:r>
                </w:p>
                <w:p w:rsidR="00527872" w:rsidRPr="00527872" w:rsidRDefault="005C0E68" w:rsidP="00527872">
                  <w:pPr>
                    <w:rPr>
                      <w:rFonts w:ascii="Futura Condensed" w:hAnsi="Futura Condensed" w:cs="Times New Roman"/>
                      <w:color w:val="000000" w:themeColor="text1"/>
                      <w:sz w:val="20"/>
                      <w:szCs w:val="20"/>
                    </w:rPr>
                  </w:pPr>
                  <w:r w:rsidRPr="00527872">
                    <w:rPr>
                      <w:rFonts w:ascii="Futura Condensed" w:hAnsi="Futura Condensed" w:cs="Times New Roman"/>
                      <w:color w:val="000000" w:themeColor="text1"/>
                      <w:sz w:val="30"/>
                      <w:szCs w:val="30"/>
                    </w:rPr>
                    <w:t xml:space="preserve">4. Caminen norte y tomen una vuelta a la comisaría. </w:t>
                  </w:r>
                </w:p>
                <w:p w:rsidR="00527872" w:rsidRPr="00527872" w:rsidRDefault="005C0E68" w:rsidP="00527872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CA3519" w:rsidRDefault="005C0E68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2075" type="#_x0000_t202" style="position:absolute;margin-left:282.8pt;margin-top:286.9pt;width:3in;height:270.8pt;z-index:251686912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2075" inset=",7.2pt,,7.2pt">
              <w:txbxContent>
                <w:p w:rsidR="00CA3519" w:rsidRPr="00CA3519" w:rsidRDefault="005C0E68" w:rsidP="00CA3519">
                  <w:pPr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En miércoles, nosotros vamos a ir al zoológico. Va a hacer sol entonces nosotros vamos a alimentar</w:t>
                  </w:r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 los conejos y papagayos. Hay muchos animales en el zoológico. Zoológico Ardastra tiene marchando flamencos. </w:t>
                  </w:r>
                </w:p>
                <w:p w:rsidR="00CA3519" w:rsidRPr="00CA3519" w:rsidRDefault="005C0E68" w:rsidP="00CA3519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CA3519" w:rsidRPr="00CA3519" w:rsidRDefault="005C0E68" w:rsidP="00CA3519">
                  <w:pPr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En jueves, nosotros vamos a comer helado en la heladería. Ella vas a comer helado chocolate. El helado es dulce. Va a estar lloviendo entonces no</w:t>
                  </w:r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>sotros vamos a ver mucho pez en el acuario. Ello hacen un oso polar.  </w:t>
                  </w:r>
                </w:p>
                <w:p w:rsidR="00CA3519" w:rsidRPr="00CA3519" w:rsidRDefault="005C0E68" w:rsidP="00CA3519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CA3519" w:rsidRPr="0016548F" w:rsidRDefault="005C0E68" w:rsidP="006135E7">
                  <w:pPr>
                    <w:pStyle w:val="BodyText-Left"/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2067" type="#_x0000_t202" style="position:absolute;margin-left:53.5pt;margin-top:306.5pt;width:181pt;height:289.85pt;z-index:251683840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2067" inset=",7.2pt,,7.2pt">
              <w:txbxContent>
                <w:p w:rsidR="00CA3519" w:rsidRPr="00CA3519" w:rsidRDefault="005C0E68" w:rsidP="00CA3519">
                  <w:pPr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</w:pPr>
                  <w:r w:rsidRPr="00CA3519"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  <w:t xml:space="preserve">En lunes, nosotros vamos a llegar en el aeropuerto en el noche. Va a estar cálido entonces nosotros vamos a dormir en el hotel. </w:t>
                  </w:r>
                </w:p>
                <w:p w:rsidR="00CA3519" w:rsidRPr="00CA3519" w:rsidRDefault="005C0E68" w:rsidP="00CA3519">
                  <w:pPr>
                    <w:rPr>
                      <w:rFonts w:ascii="Futura Condensed" w:hAnsi="Futura Condensed"/>
                      <w:color w:val="FFFFFF" w:themeColor="background1"/>
                      <w:sz w:val="30"/>
                      <w:szCs w:val="80"/>
                    </w:rPr>
                  </w:pPr>
                </w:p>
                <w:p w:rsidR="00CA3519" w:rsidRPr="00CA3519" w:rsidRDefault="005C0E68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En martes, nosotros despertamos en la mañana y nos</w:t>
                  </w:r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otros vamos a comer desayuno. Va a estar nublado entonces nosotros vamos a nadar en la piscina. La agua en la piscina está azul y frío. </w:t>
                  </w:r>
                </w:p>
                <w:p w:rsidR="00CA3519" w:rsidRPr="00CA3519" w:rsidRDefault="005C0E68" w:rsidP="00CA3519">
                  <w:pPr>
                    <w:rPr>
                      <w:rFonts w:ascii="Times" w:hAnsi="Times"/>
                      <w:sz w:val="20"/>
                      <w:szCs w:val="20"/>
                    </w:rPr>
                  </w:pPr>
                  <w:r w:rsidRPr="00CA3519">
                    <w:rPr>
                      <w:rFonts w:ascii="Times" w:hAnsi="Times"/>
                      <w:sz w:val="20"/>
                      <w:szCs w:val="20"/>
                    </w:rPr>
                    <w:br/>
                  </w:r>
                </w:p>
                <w:p w:rsidR="00CA3519" w:rsidRDefault="005C0E68" w:rsidP="00CA3519">
                  <w:pPr>
                    <w:rPr>
                      <w:rFonts w:ascii="Futura Condensed" w:hAnsi="Futura Condensed"/>
                      <w:color w:val="000000"/>
                      <w:sz w:val="30"/>
                      <w:szCs w:val="80"/>
                    </w:rPr>
                  </w:pPr>
                </w:p>
                <w:p w:rsidR="00CA3519" w:rsidRDefault="005C0E68" w:rsidP="00CA3519">
                  <w:pPr>
                    <w:rPr>
                      <w:rFonts w:ascii="Futura Condensed" w:hAnsi="Futura Condensed"/>
                      <w:color w:val="000000"/>
                      <w:sz w:val="30"/>
                      <w:szCs w:val="80"/>
                    </w:rPr>
                  </w:pPr>
                </w:p>
                <w:p w:rsidR="00CA3519" w:rsidRDefault="005C0E68" w:rsidP="00CA3519">
                  <w:pPr>
                    <w:rPr>
                      <w:rFonts w:ascii="Futura Condensed" w:hAnsi="Futura Condensed"/>
                      <w:color w:val="000000"/>
                      <w:sz w:val="30"/>
                      <w:szCs w:val="80"/>
                    </w:rPr>
                  </w:pPr>
                </w:p>
                <w:p w:rsidR="00CA3519" w:rsidRPr="00DD54E5" w:rsidRDefault="005C0E68" w:rsidP="00CA3519">
                  <w:pPr>
                    <w:rPr>
                      <w:rFonts w:ascii="Futura Condensed" w:hAnsi="Futura Condensed"/>
                      <w:sz w:val="30"/>
                      <w:szCs w:val="20"/>
                    </w:rPr>
                  </w:pPr>
                </w:p>
                <w:p w:rsidR="00CA3519" w:rsidRPr="00DD54E5" w:rsidRDefault="005C0E68" w:rsidP="006135E7">
                  <w:pPr>
                    <w:pStyle w:val="BodyText"/>
                    <w:rPr>
                      <w:rFonts w:ascii="Futura Condensed" w:hAnsi="Futura Condensed"/>
                      <w:sz w:val="16"/>
                    </w:rPr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2295" type="#_x0000_t202" style="position:absolute;margin-left:532.8pt;margin-top:246pt;width:3in;height:319.2pt;z-index:251702281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>
                <w:p w:rsidR="00CA3519" w:rsidRDefault="005C0E68" w:rsidP="00CA3519">
                  <w:pPr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</w:pPr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En viernes, nosotros vamos a ver una película en el cine. Ellos van a comer palomitas. El cine está oscuro. </w:t>
                  </w:r>
                  <w:r w:rsidRPr="00CA3519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Entonces, nosotros vamos a ir al parque en la tarde.</w:t>
                  </w:r>
                </w:p>
                <w:p w:rsidR="00CA3519" w:rsidRDefault="005C0E68" w:rsidP="00CA3519">
                  <w:pPr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</w:pPr>
                </w:p>
                <w:p w:rsidR="00CA3519" w:rsidRPr="00CA3519" w:rsidRDefault="005C0E68" w:rsidP="00CA3519">
                  <w:pPr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20"/>
                    </w:rPr>
                  </w:pPr>
                  <w:r w:rsidRPr="00CA3519">
                    <w:rPr>
                      <w:rFonts w:ascii="Futura Condensed" w:hAnsi="Futura Condensed" w:cs="Times New Roman"/>
                      <w:color w:val="FFFFFF" w:themeColor="background1"/>
                      <w:sz w:val="30"/>
                      <w:szCs w:val="80"/>
                    </w:rPr>
                    <w:t xml:space="preserve">En sábado, nosotros vamos a ir a la playa y nosotros vamos a mirar el mar. Nosotros vamos a nadar en el mar. Hay mucho pez en diferentes colores. La arena es mucho calor. El calamar es salado. </w:t>
                  </w:r>
                </w:p>
                <w:p w:rsidR="00CA3519" w:rsidRPr="00CA3519" w:rsidRDefault="005C0E68" w:rsidP="00CA3519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CA3519" w:rsidRPr="00527872" w:rsidRDefault="005C0E68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 xml:space="preserve">En </w:t>
                  </w:r>
                  <w:r w:rsidRPr="00527872">
                    <w:rPr>
                      <w:rFonts w:ascii="Futura Condensed" w:hAnsi="Futura Condensed" w:cs="Times New Roman"/>
                      <w:color w:val="FFFFFF"/>
                      <w:sz w:val="30"/>
                      <w:szCs w:val="80"/>
                    </w:rPr>
                    <w:t>domingo, nosotros vamos a salir las Bahamas. Nosotros llegamos en el aeropuerto. Va a estar húmedo, entonces voy a beber agua.</w:t>
                  </w:r>
                </w:p>
                <w:p w:rsidR="00CA3519" w:rsidRPr="00CA3519" w:rsidRDefault="005C0E68" w:rsidP="00CA3519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CA3519" w:rsidRPr="00CA3519" w:rsidRDefault="005C0E68" w:rsidP="00CA3519">
                  <w:pPr>
                    <w:rPr>
                      <w:rFonts w:ascii="Futura Condensed" w:hAnsi="Futura Condensed" w:cs="Times New Roman"/>
                      <w:sz w:val="30"/>
                      <w:szCs w:val="20"/>
                    </w:rPr>
                  </w:pPr>
                </w:p>
                <w:p w:rsidR="00CA3519" w:rsidRPr="00CA3519" w:rsidRDefault="005C0E68" w:rsidP="00CA3519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CA3519" w:rsidRDefault="005C0E68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2066" type="#_x0000_t202" style="position:absolute;margin-left:254.1pt;margin-top:224.95pt;width:4in;height:100.8pt;z-index:251682816;mso-wrap-edited:f;mso-position-horizontal-relative:page;mso-position-vertical-relative:page" wrapcoords="0 0 21600 0 21600 21600 0 21600 0 0" filled="f" stroked="f">
            <v:fill o:detectmouseclick="t"/>
            <v:textbox style="mso-next-textbox:#_x0000_s2066" inset=",7.2pt,,7.2pt">
              <w:txbxContent>
                <w:p w:rsidR="00CA3519" w:rsidRPr="00CA3519" w:rsidRDefault="005C0E68" w:rsidP="00CA3519">
                  <w:pPr>
                    <w:pStyle w:val="Heading1"/>
                    <w:jc w:val="left"/>
                    <w:rPr>
                      <w:rFonts w:ascii="Futura Condensed" w:hAnsi="Futura Condensed"/>
                      <w:sz w:val="60"/>
                    </w:rPr>
                  </w:pPr>
                  <w:r w:rsidRPr="00CA3519">
                    <w:rPr>
                      <w:rFonts w:ascii="Futura Condensed" w:hAnsi="Futura Condensed"/>
                      <w:sz w:val="60"/>
                    </w:rPr>
                    <w:t>“La Semana de Deversión”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2070" type="#_x0000_t202" style="position:absolute;margin-left:6.5pt;margin-top:7pt;width:535.6pt;height:44.65pt;z-index:251684864;mso-wrap-edited:f;mso-position-horizontal-relative:page;mso-position-vertical-relative:page" wrapcoords="0 0 21600 0 21600 21600 0 21600 0 0" filled="f" stroked="f">
            <v:fill o:detectmouseclick="t"/>
            <v:textbox style="mso-next-textbox:#_x0000_s2070" inset=",0,,0">
              <w:txbxContent>
                <w:p w:rsidR="00CA3519" w:rsidRPr="00CA3519" w:rsidRDefault="005C0E68" w:rsidP="006135E7">
                  <w:pPr>
                    <w:pStyle w:val="Heading-Dark"/>
                    <w:rPr>
                      <w:rFonts w:ascii="Futura Condensed" w:hAnsi="Futura Condensed"/>
                      <w:lang w:val="es-ES_tradnl"/>
                    </w:rPr>
                  </w:pPr>
                  <w:r>
                    <w:rPr>
                      <w:rFonts w:ascii="Futura Condensed" w:hAnsi="Futura Condensed"/>
                    </w:rPr>
                    <w:tab/>
                  </w:r>
                  <w:r w:rsidRPr="00DD54E5">
                    <w:rPr>
                      <w:rFonts w:ascii="Futura Condensed" w:hAnsi="Futura Condensed"/>
                    </w:rPr>
                    <w:t>Lugares</w:t>
                  </w:r>
                  <w:r>
                    <w:rPr>
                      <w:rFonts w:ascii="Futura Condensed" w:hAnsi="Futura Condensed"/>
                    </w:rPr>
                    <w:t xml:space="preserve"> </w:t>
                  </w:r>
                  <w:r>
                    <w:rPr>
                      <w:rFonts w:ascii="Futura Condensed" w:hAnsi="Futura Condensed"/>
                    </w:rPr>
                    <w:tab/>
                  </w:r>
                  <w:r>
                    <w:rPr>
                      <w:rFonts w:ascii="Futura Condensed" w:hAnsi="Futura Condensed"/>
                    </w:rPr>
                    <w:tab/>
                  </w:r>
                  <w:r>
                    <w:rPr>
                      <w:rFonts w:ascii="Futura Condensed" w:hAnsi="Futura Condensed"/>
                    </w:rPr>
                    <w:tab/>
                  </w:r>
                  <w:r>
                    <w:rPr>
                      <w:rFonts w:ascii="Futura Condensed" w:hAnsi="Futura Condensed"/>
                    </w:rPr>
                    <w:tab/>
                  </w:r>
                  <w:r>
                    <w:rPr>
                      <w:rFonts w:ascii="Futura Condensed" w:hAnsi="Futura Condensed"/>
                    </w:rPr>
                    <w:tab/>
                  </w:r>
                  <w:r>
                    <w:rPr>
                      <w:rFonts w:ascii="Futura Condensed" w:hAnsi="Futura Condensed"/>
                      <w:lang w:val="es-ES_tradnl"/>
                    </w:rPr>
                    <w:t xml:space="preserve">Útiles </w:t>
                  </w:r>
                </w:p>
              </w:txbxContent>
            </v:textbox>
            <w10:wrap type="tight" anchorx="page" anchory="page"/>
          </v:shape>
        </w:pict>
      </w:r>
    </w:p>
    <w:sectPr w:rsidR="006135E7" w:rsidSect="006135E7">
      <w:headerReference w:type="default" r:id="rId10"/>
      <w:headerReference w:type="first" r:id="rId11"/>
      <w:pgSz w:w="15840" w:h="12240" w:orient="landscape"/>
      <w:pgMar w:top="720" w:right="720" w:bottom="720" w:left="72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sto MT">
    <w:altName w:val="Copperplate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00000003" w:usb1="00000000" w:usb2="00000000" w:usb3="00000000" w:csb0="00000001" w:csb1="00000000"/>
  </w:font>
  <w:font w:name="Futura Condensed">
    <w:panose1 w:val="020B0506020204030204"/>
    <w:charset w:val="00"/>
    <w:family w:val="auto"/>
    <w:pitch w:val="variable"/>
    <w:sig w:usb0="00000003" w:usb1="00000000" w:usb2="00000000" w:usb3="00000000" w:csb0="00000001" w:csb1="00000000"/>
  </w:font>
  <w:font w:name="Droid Sans">
    <w:altName w:val="Genev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519" w:rsidRDefault="005C0E68">
    <w:pPr>
      <w:pStyle w:val="Header"/>
    </w:pPr>
    <w:r w:rsidRPr="00C23F5F">
      <w:rPr>
        <w:noProof/>
      </w:rPr>
      <w:drawing>
        <wp:anchor distT="0" distB="0" distL="118745" distR="118745" simplePos="0" relativeHeight="251661317" behindDoc="0" locked="0" layoutInCell="1" allowOverlap="1">
          <wp:simplePos x="5486400" y="8229600"/>
          <wp:positionH relativeFrom="page">
            <wp:posOffset>455058</wp:posOffset>
          </wp:positionH>
          <wp:positionV relativeFrom="page">
            <wp:posOffset>462708</wp:posOffset>
          </wp:positionV>
          <wp:extent cx="9151650" cy="6874526"/>
          <wp:effectExtent l="25400" t="0" r="0" b="0"/>
          <wp:wrapNone/>
          <wp:docPr id="3" name="" descr="InteriorOverla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iorOverlay.png"/>
                  <pic:cNvPicPr/>
                </pic:nvPicPr>
                <pic:blipFill>
                  <a:blip r:embed="rId1"/>
                  <a:srcRect t="619"/>
                  <a:stretch>
                    <a:fillRect/>
                  </a:stretch>
                </pic:blipFill>
                <pic:spPr>
                  <a:xfrm>
                    <a:off x="0" y="0"/>
                    <a:ext cx="9151650" cy="68745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>
        <v:rect id="_x0000_s1026" style="position:absolute;margin-left:36.7pt;margin-top:36.7pt;width:718.55pt;height:538.55pt;z-index:251659262;mso-position-horizontal-relative:page;mso-position-vertical-relative:page" fillcolor="#0b2e67 [3215]" stroked="f" strokecolor="#4a7ebb" strokeweight="1.5pt">
          <v:fill color2="#3472ba [3214]" o:detectmouseclick="t" focusposition="" focussize=",90" focus="100%" type="gradient"/>
          <v:shadow opacity="22938f" mv:blur="38100f" offset="0,2pt"/>
          <v:textbox inset=",7.2pt,,7.2pt"/>
          <w10:wrap anchorx="page" anchory="page"/>
        </v:rect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519" w:rsidRDefault="005C0E68">
    <w:pPr>
      <w:pStyle w:val="Header"/>
    </w:pPr>
    <w:r w:rsidRPr="00F915F9">
      <w:rPr>
        <w:noProof/>
      </w:rPr>
      <w:drawing>
        <wp:anchor distT="0" distB="0" distL="118745" distR="118745" simplePos="0" relativeHeight="251661315" behindDoc="0" locked="0" layoutInCell="1" allowOverlap="1">
          <wp:simplePos x="5486400" y="8229600"/>
          <wp:positionH relativeFrom="page">
            <wp:posOffset>455058</wp:posOffset>
          </wp:positionH>
          <wp:positionV relativeFrom="page">
            <wp:posOffset>462708</wp:posOffset>
          </wp:positionV>
          <wp:extent cx="9150164" cy="6896559"/>
          <wp:effectExtent l="25400" t="0" r="0" b="0"/>
          <wp:wrapNone/>
          <wp:docPr id="2" name="" descr="CoverOverla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verOverlay.png"/>
                  <pic:cNvPicPr/>
                </pic:nvPicPr>
                <pic:blipFill>
                  <a:blip r:embed="rId1"/>
                  <a:srcRect l="468" r="374" b="1238"/>
                  <a:stretch>
                    <a:fillRect/>
                  </a:stretch>
                </pic:blipFill>
                <pic:spPr>
                  <a:xfrm>
                    <a:off x="0" y="0"/>
                    <a:ext cx="9150164" cy="68965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>
        <v:rect id="_x0000_s1025" style="position:absolute;margin-left:36.7pt;margin-top:36.7pt;width:718.55pt;height:538.55pt;z-index:251661313;mso-position-horizontal-relative:page;mso-position-vertical-relative:page" fillcolor="#0b2e67 [3215]" stroked="f" strokecolor="#4a7ebb" strokeweight="1.5pt">
          <v:fill color2="#3472ba [3214]" o:detectmouseclick="t" focusposition="" focussize=",90" type="gradient"/>
          <v:shadow opacity="22938f" mv:blur="38100f" offset="0,2pt"/>
          <v:textbox inset=",7.2pt,,7.2pt"/>
          <w10:wrap anchorx="page" anchory="page"/>
        </v:rect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2CE7626"/>
    <w:lvl w:ilvl="0">
      <w:start w:val="1"/>
      <w:numFmt w:val="bullet"/>
      <w:pStyle w:val="Titl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9525BC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revisionView w:markup="0"/>
  <w:doNotTrackMoves/>
  <w:defaultTabStop w:val="720"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36866">
      <o:colormenu v:ext="edit" strokecolor="none"/>
    </o:shapedefaults>
    <o:shapelayout v:ext="edit">
      <o:idmap v:ext="edit" data="1"/>
    </o:shapelayout>
  </w:hdrShapeDefaults>
  <w:compat>
    <w:useFELayout/>
    <w:splitPgBreakAndParaMark/>
  </w:compat>
  <w:docVars>
    <w:docVar w:name="_PubVPasteboard_" w:val="7"/>
    <w:docVar w:name="OpenInPublishingView" w:val="0"/>
    <w:docVar w:name="ShowDynamicGuides" w:val="1"/>
    <w:docVar w:name="ShowMarginGuides" w:val="0"/>
    <w:docVar w:name="ShowOutlines" w:val="0"/>
    <w:docVar w:name="ShowStaticGuides" w:val="1"/>
  </w:docVars>
  <w:rsids>
    <w:rsidRoot w:val="006135E7"/>
    <w:rsid w:val="005C0E68"/>
  </w:rsids>
  <m:mathPr>
    <m:mathFont m:val="Futur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>
      <o:colormenu v:ext="edit" strokecolor="none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752277"/>
  </w:style>
  <w:style w:type="paragraph" w:styleId="Heading1">
    <w:name w:val="heading 1"/>
    <w:basedOn w:val="Normal"/>
    <w:next w:val="Normal"/>
    <w:link w:val="Heading1Char"/>
    <w:qFormat/>
    <w:rsid w:val="00D52390"/>
    <w:pPr>
      <w:keepNext/>
      <w:keepLines/>
      <w:spacing w:after="120"/>
      <w:jc w:val="center"/>
      <w:outlineLvl w:val="0"/>
    </w:pPr>
    <w:rPr>
      <w:rFonts w:asciiTheme="majorHAnsi" w:eastAsiaTheme="majorEastAsia" w:hAnsiTheme="majorHAnsi" w:cstheme="majorBidi"/>
      <w:bCs/>
      <w:color w:val="FFFFFF" w:themeColor="background1"/>
      <w:sz w:val="64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F5905"/>
    <w:pPr>
      <w:keepNext/>
      <w:keepLines/>
      <w:spacing w:after="60"/>
      <w:jc w:val="center"/>
      <w:outlineLvl w:val="1"/>
    </w:pPr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A2EA8"/>
    <w:pPr>
      <w:jc w:val="center"/>
      <w:outlineLvl w:val="2"/>
    </w:pPr>
    <w:rPr>
      <w:rFonts w:asciiTheme="majorHAnsi" w:eastAsiaTheme="majorEastAsia" w:hAnsiTheme="majorHAnsi" w:cstheme="majorBidi"/>
      <w:bCs/>
      <w:color w:val="FFFFFF" w:themeColor="background1"/>
      <w:sz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6548F"/>
    <w:pPr>
      <w:spacing w:line="264" w:lineRule="auto"/>
      <w:jc w:val="right"/>
      <w:outlineLvl w:val="3"/>
    </w:pPr>
    <w:rPr>
      <w:rFonts w:asciiTheme="majorHAnsi" w:eastAsiaTheme="majorEastAsia" w:hAnsiTheme="majorHAnsi" w:cstheme="majorBidi"/>
      <w:bCs/>
      <w:iCs/>
      <w:color w:val="262626" w:themeColor="text1" w:themeTint="D9"/>
      <w:sz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semiHidden/>
    <w:unhideWhenUsed/>
    <w:rsid w:val="00D606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60663"/>
  </w:style>
  <w:style w:type="paragraph" w:styleId="Footer">
    <w:name w:val="footer"/>
    <w:basedOn w:val="Normal"/>
    <w:link w:val="FooterChar"/>
    <w:unhideWhenUsed/>
    <w:rsid w:val="0016548F"/>
    <w:pPr>
      <w:spacing w:line="360" w:lineRule="auto"/>
      <w:jc w:val="center"/>
    </w:pPr>
    <w:rPr>
      <w:color w:val="262626" w:themeColor="text1" w:themeTint="D9"/>
      <w:sz w:val="18"/>
    </w:rPr>
  </w:style>
  <w:style w:type="character" w:customStyle="1" w:styleId="FooterChar">
    <w:name w:val="Footer Char"/>
    <w:basedOn w:val="DefaultParagraphFont"/>
    <w:link w:val="Footer"/>
    <w:rsid w:val="0016548F"/>
    <w:rPr>
      <w:color w:val="262626" w:themeColor="text1" w:themeTint="D9"/>
      <w:sz w:val="18"/>
    </w:rPr>
  </w:style>
  <w:style w:type="paragraph" w:styleId="BodyText">
    <w:name w:val="Body Text"/>
    <w:basedOn w:val="Normal"/>
    <w:link w:val="BodyTextChar"/>
    <w:unhideWhenUsed/>
    <w:rsid w:val="00D52390"/>
    <w:pPr>
      <w:spacing w:after="120"/>
      <w:jc w:val="center"/>
    </w:pPr>
    <w:rPr>
      <w:color w:val="FFFFFF" w:themeColor="background1"/>
      <w:sz w:val="22"/>
    </w:rPr>
  </w:style>
  <w:style w:type="character" w:customStyle="1" w:styleId="BodyTextChar">
    <w:name w:val="Body Text Char"/>
    <w:basedOn w:val="DefaultParagraphFont"/>
    <w:link w:val="BodyText"/>
    <w:rsid w:val="00D52390"/>
    <w:rPr>
      <w:color w:val="FFFFFF" w:themeColor="background1"/>
      <w:sz w:val="22"/>
    </w:rPr>
  </w:style>
  <w:style w:type="paragraph" w:styleId="Title">
    <w:name w:val="Title"/>
    <w:basedOn w:val="Normal"/>
    <w:next w:val="Normal"/>
    <w:link w:val="TitleChar"/>
    <w:qFormat/>
    <w:rsid w:val="00CC0870"/>
    <w:pPr>
      <w:spacing w:line="1240" w:lineRule="exact"/>
      <w:jc w:val="center"/>
    </w:pPr>
    <w:rPr>
      <w:rFonts w:asciiTheme="majorHAnsi" w:eastAsiaTheme="majorEastAsia" w:hAnsiTheme="majorHAnsi" w:cstheme="majorBidi"/>
      <w:color w:val="FFFFFF" w:themeColor="background1"/>
      <w:kern w:val="22"/>
      <w:sz w:val="120"/>
      <w:szCs w:val="52"/>
    </w:rPr>
  </w:style>
  <w:style w:type="character" w:customStyle="1" w:styleId="TitleChar">
    <w:name w:val="Title Char"/>
    <w:basedOn w:val="DefaultParagraphFont"/>
    <w:link w:val="Title"/>
    <w:rsid w:val="00CC0870"/>
    <w:rPr>
      <w:rFonts w:asciiTheme="majorHAnsi" w:eastAsiaTheme="majorEastAsia" w:hAnsiTheme="majorHAnsi" w:cstheme="majorBidi"/>
      <w:color w:val="FFFFFF" w:themeColor="background1"/>
      <w:kern w:val="22"/>
      <w:sz w:val="120"/>
      <w:szCs w:val="52"/>
    </w:rPr>
  </w:style>
  <w:style w:type="paragraph" w:styleId="Subtitle">
    <w:name w:val="Subtitle"/>
    <w:basedOn w:val="Normal"/>
    <w:next w:val="Normal"/>
    <w:link w:val="SubtitleChar"/>
    <w:qFormat/>
    <w:rsid w:val="00CC0870"/>
    <w:pPr>
      <w:numPr>
        <w:ilvl w:val="1"/>
      </w:numPr>
      <w:jc w:val="center"/>
    </w:pPr>
    <w:rPr>
      <w:rFonts w:asciiTheme="majorHAnsi" w:eastAsiaTheme="majorEastAsia" w:hAnsiTheme="majorHAnsi" w:cstheme="majorBidi"/>
      <w:iCs/>
      <w:color w:val="FFFFFF" w:themeColor="background1"/>
      <w:sz w:val="56"/>
    </w:rPr>
  </w:style>
  <w:style w:type="character" w:customStyle="1" w:styleId="SubtitleChar">
    <w:name w:val="Subtitle Char"/>
    <w:basedOn w:val="DefaultParagraphFont"/>
    <w:link w:val="Subtitle"/>
    <w:rsid w:val="00CC0870"/>
    <w:rPr>
      <w:rFonts w:asciiTheme="majorHAnsi" w:eastAsiaTheme="majorEastAsia" w:hAnsiTheme="majorHAnsi" w:cstheme="majorBidi"/>
      <w:iCs/>
      <w:color w:val="FFFFFF" w:themeColor="background1"/>
      <w:sz w:val="56"/>
    </w:rPr>
  </w:style>
  <w:style w:type="character" w:customStyle="1" w:styleId="Heading1Char">
    <w:name w:val="Heading 1 Char"/>
    <w:basedOn w:val="DefaultParagraphFont"/>
    <w:link w:val="Heading1"/>
    <w:rsid w:val="00D52390"/>
    <w:rPr>
      <w:rFonts w:asciiTheme="majorHAnsi" w:eastAsiaTheme="majorEastAsia" w:hAnsiTheme="majorHAnsi" w:cstheme="majorBidi"/>
      <w:bCs/>
      <w:color w:val="FFFFFF" w:themeColor="background1"/>
      <w:sz w:val="64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BF5905"/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paragraph" w:styleId="BodyTextFirstIndent2">
    <w:name w:val="Body Text First Indent 2"/>
    <w:link w:val="BodyTextFirstIndent2Char"/>
    <w:semiHidden/>
    <w:unhideWhenUsed/>
    <w:rsid w:val="00D52390"/>
    <w:pPr>
      <w:ind w:firstLine="360"/>
    </w:pPr>
  </w:style>
  <w:style w:type="character" w:customStyle="1" w:styleId="BodyTextFirstIndent2Char">
    <w:name w:val="Body Text First Indent 2 Char"/>
    <w:basedOn w:val="Heading2Char"/>
    <w:link w:val="BodyTextFirstIndent2"/>
    <w:semiHidden/>
    <w:rsid w:val="00D52390"/>
  </w:style>
  <w:style w:type="character" w:customStyle="1" w:styleId="Heading3Char">
    <w:name w:val="Heading 3 Char"/>
    <w:basedOn w:val="DefaultParagraphFont"/>
    <w:link w:val="Heading3"/>
    <w:semiHidden/>
    <w:rsid w:val="008A2EA8"/>
    <w:rPr>
      <w:rFonts w:asciiTheme="majorHAnsi" w:eastAsiaTheme="majorEastAsia" w:hAnsiTheme="majorHAnsi" w:cstheme="majorBidi"/>
      <w:bCs/>
      <w:color w:val="FFFFFF" w:themeColor="background1"/>
      <w:sz w:val="28"/>
    </w:rPr>
  </w:style>
  <w:style w:type="paragraph" w:customStyle="1" w:styleId="Organization">
    <w:name w:val="Organization"/>
    <w:basedOn w:val="Normal"/>
    <w:qFormat/>
    <w:rsid w:val="00D52390"/>
    <w:pPr>
      <w:jc w:val="center"/>
    </w:pPr>
    <w:rPr>
      <w:color w:val="3472BA" w:themeColor="background2"/>
      <w:sz w:val="36"/>
    </w:rPr>
  </w:style>
  <w:style w:type="paragraph" w:customStyle="1" w:styleId="Title-Dark">
    <w:name w:val="Title - Dark"/>
    <w:basedOn w:val="Normal"/>
    <w:qFormat/>
    <w:rsid w:val="00D5529F"/>
    <w:pPr>
      <w:jc w:val="right"/>
    </w:pPr>
    <w:rPr>
      <w:rFonts w:asciiTheme="majorHAnsi" w:hAnsiTheme="majorHAnsi"/>
      <w:color w:val="3472BA" w:themeColor="background2"/>
      <w:sz w:val="64"/>
    </w:rPr>
  </w:style>
  <w:style w:type="character" w:customStyle="1" w:styleId="Heading4Char">
    <w:name w:val="Heading 4 Char"/>
    <w:basedOn w:val="DefaultParagraphFont"/>
    <w:link w:val="Heading4"/>
    <w:semiHidden/>
    <w:rsid w:val="0016548F"/>
    <w:rPr>
      <w:rFonts w:asciiTheme="majorHAnsi" w:eastAsiaTheme="majorEastAsia" w:hAnsiTheme="majorHAnsi" w:cstheme="majorBidi"/>
      <w:bCs/>
      <w:iCs/>
      <w:color w:val="262626" w:themeColor="text1" w:themeTint="D9"/>
      <w:sz w:val="28"/>
    </w:rPr>
  </w:style>
  <w:style w:type="paragraph" w:customStyle="1" w:styleId="BodyText-Left">
    <w:name w:val="Body Text - Left"/>
    <w:basedOn w:val="BodyText"/>
    <w:qFormat/>
    <w:rsid w:val="0016548F"/>
    <w:pPr>
      <w:jc w:val="left"/>
    </w:pPr>
  </w:style>
  <w:style w:type="paragraph" w:customStyle="1" w:styleId="Heading-Dark">
    <w:name w:val="Heading - Dark"/>
    <w:basedOn w:val="Normal"/>
    <w:qFormat/>
    <w:rsid w:val="00D5529F"/>
    <w:pPr>
      <w:jc w:val="both"/>
    </w:pPr>
    <w:rPr>
      <w:rFonts w:asciiTheme="majorHAnsi" w:eastAsiaTheme="majorEastAsia" w:hAnsiTheme="majorHAnsi" w:cstheme="majorBidi"/>
      <w:color w:val="3472BA" w:themeColor="background2"/>
      <w:sz w:val="72"/>
    </w:rPr>
  </w:style>
  <w:style w:type="paragraph" w:customStyle="1" w:styleId="BodyText-Dark">
    <w:name w:val="Body Text - Dark"/>
    <w:basedOn w:val="Heading-Dark"/>
    <w:qFormat/>
    <w:rsid w:val="0016548F"/>
    <w:pPr>
      <w:spacing w:after="120"/>
    </w:pPr>
    <w:rPr>
      <w:color w:val="262626" w:themeColor="text1" w:themeTint="D9"/>
      <w:sz w:val="24"/>
    </w:rPr>
  </w:style>
  <w:style w:type="paragraph" w:styleId="NormalWeb">
    <w:name w:val="Normal (Web)"/>
    <w:basedOn w:val="Normal"/>
    <w:uiPriority w:val="99"/>
    <w:rsid w:val="006135E7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CA35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Brochures:Float%20Trifold%20Brochure.dotx" TargetMode="External"/></Relationships>
</file>

<file path=word/theme/theme1.xml><?xml version="1.0" encoding="utf-8"?>
<a:theme xmlns:a="http://schemas.openxmlformats.org/drawingml/2006/main" name="Office Theme">
  <a:themeElements>
    <a:clrScheme name="Float Trifold Brochure">
      <a:dk1>
        <a:sysClr val="windowText" lastClr="000000"/>
      </a:dk1>
      <a:lt1>
        <a:sysClr val="window" lastClr="FFFFFF"/>
      </a:lt1>
      <a:dk2>
        <a:srgbClr val="0B2E67"/>
      </a:dk2>
      <a:lt2>
        <a:srgbClr val="3472BA"/>
      </a:lt2>
      <a:accent1>
        <a:srgbClr val="7EB606"/>
      </a:accent1>
      <a:accent2>
        <a:srgbClr val="F4A409"/>
      </a:accent2>
      <a:accent3>
        <a:srgbClr val="EED502"/>
      </a:accent3>
      <a:accent4>
        <a:srgbClr val="DE2A00"/>
      </a:accent4>
      <a:accent5>
        <a:srgbClr val="40B9CF"/>
      </a:accent5>
      <a:accent6>
        <a:srgbClr val="D12BF4"/>
      </a:accent6>
      <a:hlink>
        <a:srgbClr val="87EF59"/>
      </a:hlink>
      <a:folHlink>
        <a:srgbClr val="9DC5F8"/>
      </a:folHlink>
    </a:clrScheme>
    <a:fontScheme name="Float Trifold Brochure">
      <a:majorFont>
        <a:latin typeface="Calisto MT"/>
        <a:ea typeface=""/>
        <a:cs typeface=""/>
        <a:font script="Jpan" typeface="ＭＳ Ｐ明朝"/>
      </a:majorFont>
      <a:minorFont>
        <a:latin typeface="Calisto MT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Float Trifold Brochure.dotx</Template>
  <TotalTime>0</TotalTime>
  <Pages>2</Pages>
  <Words>3</Words>
  <Characters>19</Characters>
  <Application>Microsoft Macintosh Word</Application>
  <DocSecurity>0</DocSecurity>
  <Lines>1</Lines>
  <Paragraphs>1</Paragraphs>
  <ScaleCrop>false</ScaleCrop>
  <Manager/>
  <Company/>
  <LinksUpToDate>false</LinksUpToDate>
  <CharactersWithSpaces>23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2</cp:revision>
  <dcterms:created xsi:type="dcterms:W3CDTF">2014-03-21T17:45:00Z</dcterms:created>
  <dcterms:modified xsi:type="dcterms:W3CDTF">2014-03-21T17:45:00Z</dcterms:modified>
  <cp:category/>
</cp:coreProperties>
</file>